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3C5" w:rsidRDefault="000461C5">
      <w:pPr>
        <w:pStyle w:val="Body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6E62EF4" wp14:editId="77A440B2">
                <wp:simplePos x="0" y="0"/>
                <wp:positionH relativeFrom="column">
                  <wp:posOffset>32385</wp:posOffset>
                </wp:positionH>
                <wp:positionV relativeFrom="paragraph">
                  <wp:posOffset>-194310</wp:posOffset>
                </wp:positionV>
                <wp:extent cx="5875020" cy="1028700"/>
                <wp:effectExtent l="0" t="0" r="0" b="0"/>
                <wp:wrapSquare wrapText="bothSides"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02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61C5" w:rsidRDefault="005D6DCF" w:rsidP="005D6DC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5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56"/>
                              </w:rPr>
                              <w:t xml:space="preserve">Improving Student </w:t>
                            </w:r>
                            <w:r w:rsidR="000461C5">
                              <w:rPr>
                                <w:rFonts w:ascii="Arial" w:hAnsi="Arial" w:cs="Arial"/>
                                <w:b/>
                                <w:bCs/>
                                <w:sz w:val="56"/>
                              </w:rPr>
                              <w:t xml:space="preserve">            </w:t>
                            </w:r>
                          </w:p>
                          <w:p w:rsidR="00267C26" w:rsidRDefault="005D6DCF" w:rsidP="005D6DC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5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56"/>
                              </w:rPr>
                              <w:t>Learning at Scale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2.55pt;margin-top:-15.3pt;width:462.6pt;height:8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" stroked="f">
                <v:textbox>
                  <w:txbxContent>
                    <w:p w:rsidR="000461C5" w:rsidRDefault="005D6DCF" w:rsidP="005D6DCF">
                      <w:pPr>
                        <w:rPr>
                          <w:rFonts w:ascii="Arial" w:hAnsi="Arial" w:cs="Arial"/>
                          <w:b/>
                          <w:bCs/>
                          <w:sz w:val="5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56"/>
                        </w:rPr>
                        <w:t xml:space="preserve">Improving Student </w:t>
                      </w:r>
                      <w:r w:rsidR="000461C5">
                        <w:rPr>
                          <w:rFonts w:ascii="Arial" w:hAnsi="Arial" w:cs="Arial"/>
                          <w:b/>
                          <w:bCs/>
                          <w:sz w:val="56"/>
                        </w:rPr>
                        <w:t xml:space="preserve">            </w:t>
                      </w:r>
                    </w:p>
                    <w:p w:rsidR="00267C26" w:rsidRDefault="005D6DCF" w:rsidP="005D6DCF">
                      <w:pPr>
                        <w:rPr>
                          <w:rFonts w:ascii="Arial" w:hAnsi="Arial" w:cs="Arial"/>
                          <w:b/>
                          <w:bCs/>
                          <w:sz w:val="5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56"/>
                        </w:rPr>
                        <w:t>Learning at Scale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1200C">
        <w:rPr>
          <w:noProof/>
        </w:rPr>
        <mc:AlternateContent>
          <mc:Choice Requires="wps">
            <w:drawing>
              <wp:anchor distT="91440" distB="91440" distL="114300" distR="114300" simplePos="0" relativeHeight="251683328" behindDoc="0" locked="0" layoutInCell="0" allowOverlap="1" wp14:anchorId="5AD6C629" wp14:editId="7C7D03CF">
                <wp:simplePos x="0" y="0"/>
                <wp:positionH relativeFrom="margin">
                  <wp:posOffset>6619875</wp:posOffset>
                </wp:positionH>
                <wp:positionV relativeFrom="margin">
                  <wp:posOffset>4483735</wp:posOffset>
                </wp:positionV>
                <wp:extent cx="4457700" cy="2557780"/>
                <wp:effectExtent l="38100" t="38100" r="133350" b="109220"/>
                <wp:wrapSquare wrapText="bothSides"/>
                <wp:docPr id="23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457700" cy="2557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:rsidR="005214DA" w:rsidRDefault="00AB68FB">
                            <w:pPr>
                              <w:rPr>
                                <w:color w:val="4F81BD"/>
                              </w:rPr>
                            </w:pPr>
                            <w:r>
                              <w:rPr>
                                <w:color w:val="4F81BD"/>
                              </w:rPr>
                              <w:t>Team Partners:</w:t>
                            </w:r>
                          </w:p>
                          <w:p w:rsidR="005214DA" w:rsidRDefault="005214DA">
                            <w:pPr>
                              <w:rPr>
                                <w:color w:val="4F81BD"/>
                              </w:rPr>
                            </w:pPr>
                            <w:r>
                              <w:rPr>
                                <w:color w:val="4F81BD"/>
                              </w:rPr>
                              <w:t>Marcie Maxwell (Office of the Governor); Gene S</w:t>
                            </w:r>
                            <w:r w:rsidR="0092206B">
                              <w:rPr>
                                <w:color w:val="4F81BD"/>
                              </w:rPr>
                              <w:t>harratt (WSAC); Paul Francis (CO</w:t>
                            </w:r>
                            <w:r>
                              <w:rPr>
                                <w:color w:val="4F81BD"/>
                              </w:rPr>
                              <w:t xml:space="preserve">P); Rep. Larry Seaquist (Legislative); Randy Dorn (OSPI); Marty </w:t>
                            </w:r>
                            <w:r w:rsidR="00AB68FB">
                              <w:rPr>
                                <w:color w:val="4F81BD"/>
                              </w:rPr>
                              <w:t xml:space="preserve">Brown (SBCTC); Ben Rarick (SBE), </w:t>
                            </w:r>
                            <w:r w:rsidR="0041200C">
                              <w:rPr>
                                <w:color w:val="4F81BD"/>
                              </w:rPr>
                              <w:t>Vi Boyer (ICW), Alan Burke (OSPI), Jana Carlisle (P4L), Gary Kipp (AWP), Noreen Light (WSAC), Bill Moore (SBCTC), Eleni Papadakis (WTECB), Rep. Chris Reykdal</w:t>
                            </w:r>
                            <w:r w:rsidR="0092206B">
                              <w:rPr>
                                <w:color w:val="4F81BD"/>
                              </w:rPr>
                              <w:t xml:space="preserve"> (Legislative), Jane Sherman (CO</w:t>
                            </w:r>
                            <w:r w:rsidR="0041200C">
                              <w:rPr>
                                <w:color w:val="4F81BD"/>
                              </w:rPr>
                              <w:t xml:space="preserve">P), </w:t>
                            </w:r>
                            <w:r>
                              <w:rPr>
                                <w:color w:val="4F81BD"/>
                              </w:rPr>
                              <w:t>Randy Spauld</w:t>
                            </w:r>
                            <w:r w:rsidR="0092206B">
                              <w:rPr>
                                <w:color w:val="4F81BD"/>
                              </w:rPr>
                              <w:t>ing (WSAC), Jennifer Wallace (PESB)</w:t>
                            </w:r>
                          </w:p>
                          <w:p w:rsidR="005214DA" w:rsidRDefault="0092206B">
                            <w:pPr>
                              <w:rPr>
                                <w:color w:val="4F81BD"/>
                              </w:rPr>
                            </w:pPr>
                            <w:r>
                              <w:rPr>
                                <w:color w:val="4F81BD"/>
                              </w:rPr>
                              <w:t>Staff</w:t>
                            </w:r>
                            <w:r w:rsidR="005214DA">
                              <w:rPr>
                                <w:color w:val="4F81BD"/>
                              </w:rPr>
                              <w:t>: Kate Nielson</w:t>
                            </w:r>
                            <w:r>
                              <w:rPr>
                                <w:color w:val="4F81BD"/>
                              </w:rPr>
                              <w:t xml:space="preserve"> (NGA), Anne Messerly (WSAC)</w:t>
                            </w:r>
                          </w:p>
                          <w:p w:rsidR="00601C16" w:rsidRPr="002B6433" w:rsidRDefault="00601C16">
                            <w:pPr>
                              <w:rPr>
                                <w:color w:val="4F81BD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6" o:spid="_x0000_s1027" style="position:absolute;left:0;text-align:left;margin-left:521.25pt;margin-top:353.05pt;width:351pt;height:201.4pt;flip:x;z-index:251683328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" o:allowincell="f" strokecolor="#7f7f7f" strokeweight="1.5pt">
                <v:shadow on="t" type="perspective" color="black" opacity="26213f" origin="-.5,-.5" offset=".74836mm,.74836mm" matrix="65864f,,,65864f"/>
                <v:textbox inset="21.6pt,21.6pt,21.6pt,21.6pt">
                  <w:txbxContent>
                    <w:p w:rsidR="005214DA" w:rsidRDefault="00AB68FB">
                      <w:pPr>
                        <w:rPr>
                          <w:color w:val="4F81BD"/>
                        </w:rPr>
                      </w:pPr>
                      <w:r>
                        <w:rPr>
                          <w:color w:val="4F81BD"/>
                        </w:rPr>
                        <w:t>Team Partners:</w:t>
                      </w:r>
                    </w:p>
                    <w:p w:rsidR="005214DA" w:rsidRDefault="005214DA">
                      <w:pPr>
                        <w:rPr>
                          <w:color w:val="4F81BD"/>
                        </w:rPr>
                      </w:pPr>
                      <w:r>
                        <w:rPr>
                          <w:color w:val="4F81BD"/>
                        </w:rPr>
                        <w:t>Marcie Maxwell (Office of the Governor); Gene S</w:t>
                      </w:r>
                      <w:r w:rsidR="0092206B">
                        <w:rPr>
                          <w:color w:val="4F81BD"/>
                        </w:rPr>
                        <w:t>harratt (WSAC); Paul Francis (CO</w:t>
                      </w:r>
                      <w:r>
                        <w:rPr>
                          <w:color w:val="4F81BD"/>
                        </w:rPr>
                        <w:t xml:space="preserve">P); Rep. Larry Seaquist (Legislative); Randy Dorn (OSPI); Marty </w:t>
                      </w:r>
                      <w:r w:rsidR="00AB68FB">
                        <w:rPr>
                          <w:color w:val="4F81BD"/>
                        </w:rPr>
                        <w:t xml:space="preserve">Brown (SBCTC); Ben Rarick (SBE), </w:t>
                      </w:r>
                      <w:r w:rsidR="0041200C">
                        <w:rPr>
                          <w:color w:val="4F81BD"/>
                        </w:rPr>
                        <w:t>Vi Boyer (ICW), Alan Burke (OSPI), Jana Carlisle (P4L), Gary Kipp (AWP), Noreen Light (WSAC), Bill Moore (SBCTC), Eleni Papadakis (WTECB), Rep. Chris Reykdal</w:t>
                      </w:r>
                      <w:r w:rsidR="0092206B">
                        <w:rPr>
                          <w:color w:val="4F81BD"/>
                        </w:rPr>
                        <w:t xml:space="preserve"> (Legislative), Jane Sherman (CO</w:t>
                      </w:r>
                      <w:r w:rsidR="0041200C">
                        <w:rPr>
                          <w:color w:val="4F81BD"/>
                        </w:rPr>
                        <w:t xml:space="preserve">P), </w:t>
                      </w:r>
                      <w:r>
                        <w:rPr>
                          <w:color w:val="4F81BD"/>
                        </w:rPr>
                        <w:t>Randy Spauld</w:t>
                      </w:r>
                      <w:r w:rsidR="0092206B">
                        <w:rPr>
                          <w:color w:val="4F81BD"/>
                        </w:rPr>
                        <w:t>ing (WSAC), Jennifer Wallace (PESB)</w:t>
                      </w:r>
                    </w:p>
                    <w:p w:rsidR="005214DA" w:rsidRDefault="0092206B">
                      <w:pPr>
                        <w:rPr>
                          <w:color w:val="4F81BD"/>
                        </w:rPr>
                      </w:pPr>
                      <w:r>
                        <w:rPr>
                          <w:color w:val="4F81BD"/>
                        </w:rPr>
                        <w:t>Staff</w:t>
                      </w:r>
                      <w:r w:rsidR="005214DA">
                        <w:rPr>
                          <w:color w:val="4F81BD"/>
                        </w:rPr>
                        <w:t>: Kate Nielson</w:t>
                      </w:r>
                      <w:r>
                        <w:rPr>
                          <w:color w:val="4F81BD"/>
                        </w:rPr>
                        <w:t xml:space="preserve"> (NGA), Anne Messerly (WSAC)</w:t>
                      </w:r>
                    </w:p>
                    <w:p w:rsidR="00601C16" w:rsidRPr="002B6433" w:rsidRDefault="00601C16">
                      <w:pPr>
                        <w:rPr>
                          <w:color w:val="4F81BD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451D96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3081222" wp14:editId="47AC9EF5">
                <wp:simplePos x="0" y="0"/>
                <wp:positionH relativeFrom="column">
                  <wp:posOffset>7210425</wp:posOffset>
                </wp:positionH>
                <wp:positionV relativeFrom="paragraph">
                  <wp:posOffset>1276350</wp:posOffset>
                </wp:positionV>
                <wp:extent cx="843915" cy="1600200"/>
                <wp:effectExtent l="0" t="76200" r="89535" b="38100"/>
                <wp:wrapTopAndBottom/>
                <wp:docPr id="18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3915" cy="1600200"/>
                        </a:xfrm>
                        <a:prstGeom prst="downArrowCallout">
                          <a:avLst>
                            <a:gd name="adj1" fmla="val 25000"/>
                            <a:gd name="adj2" fmla="val 25000"/>
                            <a:gd name="adj3" fmla="val 30286"/>
                            <a:gd name="adj4" fmla="val 6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 cmpd="sng">
                          <a:solidFill>
                            <a:srgbClr val="17365D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995B5A" w:rsidRDefault="00995B5A" w:rsidP="00995B5A">
                            <w:pPr>
                              <w:jc w:val="center"/>
                            </w:pPr>
                            <w:r>
                              <w:t xml:space="preserve">Cross-state </w:t>
                            </w:r>
                          </w:p>
                          <w:p w:rsidR="00995B5A" w:rsidRDefault="00995B5A" w:rsidP="00995B5A">
                            <w:pPr>
                              <w:jc w:val="center"/>
                            </w:pPr>
                            <w:r>
                              <w:t>Convening</w:t>
                            </w:r>
                          </w:p>
                          <w:p w:rsidR="00995B5A" w:rsidRDefault="00451D96" w:rsidP="00995B5A">
                            <w:pPr>
                              <w:jc w:val="center"/>
                            </w:pPr>
                            <w:r>
                              <w:t>NGA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AutoShape 21" o:spid="_x0000_s1028" type="#_x0000_t80" style="position:absolute;left:0;text-align:left;margin-left:567.75pt;margin-top:100.5pt;width:66.45pt;height:12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" adj=",,18150" strokecolor="#17365d" strokeweight="1pt">
                <v:fill color2="#b8cce4" focus="100%" type="gradient"/>
                <v:shadow on="t" color="#243f60" opacity=".5" offset="6pt,-6pt"/>
                <v:textbox>
                  <w:txbxContent>
                    <w:p w:rsidR="00995B5A" w:rsidRDefault="00995B5A" w:rsidP="00995B5A">
                      <w:pPr>
                        <w:jc w:val="center"/>
                      </w:pPr>
                      <w:r>
                        <w:t xml:space="preserve">Cross-state </w:t>
                      </w:r>
                    </w:p>
                    <w:p w:rsidR="00995B5A" w:rsidRDefault="00995B5A" w:rsidP="00995B5A">
                      <w:pPr>
                        <w:jc w:val="center"/>
                      </w:pPr>
                      <w:r>
                        <w:t>Convening</w:t>
                      </w:r>
                    </w:p>
                    <w:p w:rsidR="00995B5A" w:rsidRDefault="00451D96" w:rsidP="00995B5A">
                      <w:pPr>
                        <w:jc w:val="center"/>
                      </w:pPr>
                      <w:r>
                        <w:t>NGA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451D96"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445AF977" wp14:editId="7121299D">
                <wp:simplePos x="0" y="0"/>
                <wp:positionH relativeFrom="column">
                  <wp:posOffset>4076065</wp:posOffset>
                </wp:positionH>
                <wp:positionV relativeFrom="paragraph">
                  <wp:posOffset>1562100</wp:posOffset>
                </wp:positionV>
                <wp:extent cx="695325" cy="1238250"/>
                <wp:effectExtent l="19050" t="19050" r="47625" b="57150"/>
                <wp:wrapTopAndBottom/>
                <wp:docPr id="2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1238250"/>
                        </a:xfrm>
                        <a:prstGeom prst="downArrowCallout">
                          <a:avLst>
                            <a:gd name="adj1" fmla="val 25000"/>
                            <a:gd name="adj2" fmla="val 25000"/>
                            <a:gd name="adj3" fmla="val 32828"/>
                            <a:gd name="adj4" fmla="val 66667"/>
                          </a:avLst>
                        </a:prstGeom>
                        <a:solidFill>
                          <a:srgbClr val="FFC000"/>
                        </a:solidFill>
                        <a:ln w="63500" cmpd="thickThin" algn="ctr">
                          <a:solidFill>
                            <a:srgbClr val="8064A2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451D96" w:rsidRDefault="00451D96" w:rsidP="00451D96">
                            <w:pPr>
                              <w:jc w:val="center"/>
                            </w:pPr>
                            <w:r>
                              <w:t>Submit mid-term report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9" type="#_x0000_t80" style="position:absolute;left:0;text-align:left;margin-left:320.95pt;margin-top:123pt;width:54.75pt;height:97.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" adj=",,17618" fillcolor="#ffc000" strokecolor="#8064a2" strokeweight="5pt">
                <v:stroke linestyle="thickThin"/>
                <v:textbox>
                  <w:txbxContent>
                    <w:p w:rsidR="00451D96" w:rsidRDefault="00451D96" w:rsidP="00451D96">
                      <w:pPr>
                        <w:jc w:val="center"/>
                      </w:pPr>
                      <w:r>
                        <w:t xml:space="preserve">Submit </w:t>
                      </w:r>
                      <w:r>
                        <w:t xml:space="preserve">mid-term </w:t>
                      </w:r>
                      <w:r>
                        <w:t>report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0D3960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C119A7E" wp14:editId="3A609722">
                <wp:simplePos x="0" y="0"/>
                <wp:positionH relativeFrom="column">
                  <wp:posOffset>11268075</wp:posOffset>
                </wp:positionH>
                <wp:positionV relativeFrom="paragraph">
                  <wp:posOffset>1562100</wp:posOffset>
                </wp:positionV>
                <wp:extent cx="628650" cy="1238250"/>
                <wp:effectExtent l="19050" t="19050" r="38100" b="57150"/>
                <wp:wrapTopAndBottom/>
                <wp:docPr id="2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1238250"/>
                        </a:xfrm>
                        <a:prstGeom prst="downArrowCallout">
                          <a:avLst>
                            <a:gd name="adj1" fmla="val 25000"/>
                            <a:gd name="adj2" fmla="val 25000"/>
                            <a:gd name="adj3" fmla="val 32828"/>
                            <a:gd name="adj4" fmla="val 66667"/>
                          </a:avLst>
                        </a:prstGeom>
                        <a:solidFill>
                          <a:srgbClr val="FFC000"/>
                        </a:solidFill>
                        <a:ln w="63500" cmpd="thickThin" algn="ctr">
                          <a:solidFill>
                            <a:srgbClr val="8064A2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267C26" w:rsidRDefault="00044500" w:rsidP="00044500">
                            <w:pPr>
                              <w:jc w:val="center"/>
                            </w:pPr>
                            <w:r>
                              <w:t>Submit final report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80" style="position:absolute;left:0;text-align:left;margin-left:887.25pt;margin-top:123pt;width:49.5pt;height:97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" fillcolor="#ffc000" strokecolor="#8064a2" strokeweight="5pt">
                <v:stroke linestyle="thickThin"/>
                <v:textbox>
                  <w:txbxContent>
                    <w:p w:rsidR="00267C26" w:rsidRDefault="00044500" w:rsidP="00044500">
                      <w:pPr>
                        <w:jc w:val="center"/>
                      </w:pPr>
                      <w:r>
                        <w:t>Submit final report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0D3960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692D882" wp14:editId="6A88AEF1">
                <wp:simplePos x="0" y="0"/>
                <wp:positionH relativeFrom="column">
                  <wp:posOffset>22860</wp:posOffset>
                </wp:positionH>
                <wp:positionV relativeFrom="paragraph">
                  <wp:posOffset>3355340</wp:posOffset>
                </wp:positionV>
                <wp:extent cx="758190" cy="1130935"/>
                <wp:effectExtent l="0" t="0" r="0" b="0"/>
                <wp:wrapTopAndBottom/>
                <wp:docPr id="1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190" cy="1130935"/>
                        </a:xfrm>
                        <a:prstGeom prst="upArrowCallout">
                          <a:avLst>
                            <a:gd name="adj1" fmla="val 25000"/>
                            <a:gd name="adj2" fmla="val 25000"/>
                            <a:gd name="adj3" fmla="val 24860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9BBB59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D6DCF" w:rsidRDefault="005D6DCF" w:rsidP="007C73C5">
                            <w:pPr>
                              <w:jc w:val="center"/>
                            </w:pPr>
                            <w:r>
                              <w:t xml:space="preserve">Site </w:t>
                            </w:r>
                            <w:r w:rsidR="007C73C5">
                              <w:t>V</w:t>
                            </w:r>
                            <w:r>
                              <w:t>isit</w:t>
                            </w:r>
                          </w:p>
                          <w:p w:rsidR="007C73C5" w:rsidRDefault="007C73C5" w:rsidP="007C73C5">
                            <w:pPr>
                              <w:jc w:val="center"/>
                            </w:pPr>
                            <w:r>
                              <w:t>Olympia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AutoShape 9" o:spid="_x0000_s1032" type="#_x0000_t79" style="position:absolute;left:0;text-align:left;margin-left:1.8pt;margin-top:264.2pt;width:59.7pt;height:89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" strokecolor="#9bbb59" strokeweight="5pt">
                <v:stroke linestyle="thickThin"/>
                <v:shadow color="#868686"/>
                <v:textbox>
                  <w:txbxContent>
                    <w:p w:rsidR="005D6DCF" w:rsidRDefault="005D6DCF" w:rsidP="007C73C5">
                      <w:pPr>
                        <w:jc w:val="center"/>
                      </w:pPr>
                      <w:r>
                        <w:t xml:space="preserve">Site </w:t>
                      </w:r>
                      <w:r w:rsidR="007C73C5">
                        <w:t>V</w:t>
                      </w:r>
                      <w:r>
                        <w:t>isit</w:t>
                      </w:r>
                    </w:p>
                    <w:p w:rsidR="007C73C5" w:rsidRDefault="007C73C5" w:rsidP="007C73C5">
                      <w:pPr>
                        <w:jc w:val="center"/>
                      </w:pPr>
                      <w:r>
                        <w:t>Olympia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0D3960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8AC4AD7" wp14:editId="24BFD42D">
                <wp:simplePos x="0" y="0"/>
                <wp:positionH relativeFrom="column">
                  <wp:posOffset>607695</wp:posOffset>
                </wp:positionH>
                <wp:positionV relativeFrom="paragraph">
                  <wp:posOffset>1343025</wp:posOffset>
                </wp:positionV>
                <wp:extent cx="843915" cy="1533525"/>
                <wp:effectExtent l="0" t="0" r="0" b="0"/>
                <wp:wrapTopAndBottom/>
                <wp:docPr id="1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3915" cy="1533525"/>
                        </a:xfrm>
                        <a:prstGeom prst="downArrowCallout">
                          <a:avLst>
                            <a:gd name="adj1" fmla="val 25000"/>
                            <a:gd name="adj2" fmla="val 25000"/>
                            <a:gd name="adj3" fmla="val 30286"/>
                            <a:gd name="adj4" fmla="val 6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 cmpd="sng">
                          <a:solidFill>
                            <a:srgbClr val="17365D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995B5A" w:rsidRDefault="005D6DCF" w:rsidP="00995B5A">
                            <w:pPr>
                              <w:jc w:val="center"/>
                            </w:pPr>
                            <w:r>
                              <w:t xml:space="preserve">Cross-state </w:t>
                            </w:r>
                          </w:p>
                          <w:p w:rsidR="00995B5A" w:rsidRDefault="00995B5A" w:rsidP="00995B5A">
                            <w:pPr>
                              <w:jc w:val="center"/>
                            </w:pPr>
                            <w:r>
                              <w:t>Convening</w:t>
                            </w:r>
                          </w:p>
                          <w:p w:rsidR="00267C26" w:rsidRDefault="005D6DCF" w:rsidP="00995B5A">
                            <w:pPr>
                              <w:jc w:val="center"/>
                            </w:pPr>
                            <w:r>
                              <w:t>Los Angeles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33" type="#_x0000_t80" style="position:absolute;left:0;text-align:left;margin-left:47.85pt;margin-top:105.75pt;width:66.45pt;height:120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" strokecolor="#17365d" strokeweight="1pt">
                <v:fill color2="#b8cce4" focus="100%" type="gradient"/>
                <v:shadow on="t" color="#243f60" opacity=".5" offset="6pt,-6pt"/>
                <v:textbox>
                  <w:txbxContent>
                    <w:p w:rsidR="00995B5A" w:rsidRDefault="005D6DCF" w:rsidP="00995B5A">
                      <w:pPr>
                        <w:jc w:val="center"/>
                      </w:pPr>
                      <w:r>
                        <w:t xml:space="preserve">Cross-state </w:t>
                      </w:r>
                    </w:p>
                    <w:p w:rsidR="00995B5A" w:rsidRDefault="00995B5A" w:rsidP="00995B5A">
                      <w:pPr>
                        <w:jc w:val="center"/>
                      </w:pPr>
                      <w:r>
                        <w:t>Convening</w:t>
                      </w:r>
                    </w:p>
                    <w:p w:rsidR="00267C26" w:rsidRDefault="005D6DCF" w:rsidP="00995B5A">
                      <w:pPr>
                        <w:jc w:val="center"/>
                      </w:pPr>
                      <w:r>
                        <w:t>Los Angeles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0D3960"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E3B936B" wp14:editId="7E935E3D">
                <wp:simplePos x="0" y="0"/>
                <wp:positionH relativeFrom="column">
                  <wp:posOffset>10696575</wp:posOffset>
                </wp:positionH>
                <wp:positionV relativeFrom="paragraph">
                  <wp:posOffset>3355340</wp:posOffset>
                </wp:positionV>
                <wp:extent cx="805815" cy="1026160"/>
                <wp:effectExtent l="0" t="0" r="0" b="0"/>
                <wp:wrapTopAndBottom/>
                <wp:docPr id="16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5815" cy="1026160"/>
                        </a:xfrm>
                        <a:prstGeom prst="upArrowCallout">
                          <a:avLst>
                            <a:gd name="adj1" fmla="val 25000"/>
                            <a:gd name="adj2" fmla="val 25000"/>
                            <a:gd name="adj3" fmla="val 21224"/>
                            <a:gd name="adj4" fmla="val 66667"/>
                          </a:avLst>
                        </a:prstGeom>
                        <a:gradFill rotWithShape="0">
                          <a:gsLst>
                            <a:gs pos="0">
                              <a:srgbClr val="B2A1C7"/>
                            </a:gs>
                            <a:gs pos="50000">
                              <a:srgbClr val="E5DFEC"/>
                            </a:gs>
                            <a:gs pos="100000">
                              <a:srgbClr val="B2A1C7"/>
                            </a:gs>
                          </a:gsLst>
                          <a:lin ang="18900000" scaled="1"/>
                        </a:gradFill>
                        <a:ln w="12700" cmpd="sng">
                          <a:solidFill>
                            <a:srgbClr val="5F497A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70518" w:rsidRDefault="00270518" w:rsidP="00270518">
                            <w:pPr>
                              <w:jc w:val="center"/>
                            </w:pPr>
                            <w:r>
                              <w:t>Status</w:t>
                            </w:r>
                          </w:p>
                          <w:p w:rsidR="00270518" w:rsidRDefault="00270518" w:rsidP="00270518">
                            <w:pPr>
                              <w:jc w:val="center"/>
                            </w:pPr>
                            <w:r>
                              <w:t>Retreat</w:t>
                            </w:r>
                          </w:p>
                          <w:p w:rsidR="00270518" w:rsidRDefault="00270518" w:rsidP="0027051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AutoShape 35" o:spid="_x0000_s1033" type="#_x0000_t79" style="position:absolute;left:0;text-align:left;margin-left:842.25pt;margin-top:264.2pt;width:63.45pt;height:80.8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" fillcolor="#b2a1c7" strokecolor="#5f497a" strokeweight="1pt">
                <v:fill color2="#e5dfec" angle="135" focus="50%" type="gradient"/>
                <v:shadow on="t" color="#3f3151" opacity=".5" offset="1pt"/>
                <v:textbox>
                  <w:txbxContent>
                    <w:p w:rsidR="00270518" w:rsidRDefault="00270518" w:rsidP="00270518">
                      <w:pPr>
                        <w:jc w:val="center"/>
                      </w:pPr>
                      <w:r>
                        <w:t>Status</w:t>
                      </w:r>
                    </w:p>
                    <w:p w:rsidR="00270518" w:rsidRDefault="00270518" w:rsidP="00270518">
                      <w:pPr>
                        <w:jc w:val="center"/>
                      </w:pPr>
                      <w:r>
                        <w:t>Retreat</w:t>
                      </w:r>
                    </w:p>
                    <w:p w:rsidR="00270518" w:rsidRDefault="00270518" w:rsidP="00270518">
                      <w:pPr>
                        <w:jc w:val="center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0D3960"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7693396D" wp14:editId="090F00C3">
                <wp:simplePos x="0" y="0"/>
                <wp:positionH relativeFrom="column">
                  <wp:posOffset>9182100</wp:posOffset>
                </wp:positionH>
                <wp:positionV relativeFrom="paragraph">
                  <wp:posOffset>3355340</wp:posOffset>
                </wp:positionV>
                <wp:extent cx="805815" cy="1026160"/>
                <wp:effectExtent l="0" t="0" r="0" b="0"/>
                <wp:wrapTopAndBottom/>
                <wp:docPr id="15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5815" cy="1026160"/>
                        </a:xfrm>
                        <a:prstGeom prst="upArrowCallout">
                          <a:avLst>
                            <a:gd name="adj1" fmla="val 25000"/>
                            <a:gd name="adj2" fmla="val 25000"/>
                            <a:gd name="adj3" fmla="val 21224"/>
                            <a:gd name="adj4" fmla="val 66667"/>
                          </a:avLst>
                        </a:prstGeom>
                        <a:gradFill rotWithShape="0">
                          <a:gsLst>
                            <a:gs pos="0">
                              <a:srgbClr val="B2A1C7"/>
                            </a:gs>
                            <a:gs pos="50000">
                              <a:srgbClr val="E5DFEC"/>
                            </a:gs>
                            <a:gs pos="100000">
                              <a:srgbClr val="B2A1C7"/>
                            </a:gs>
                          </a:gsLst>
                          <a:lin ang="18900000" scaled="1"/>
                        </a:gradFill>
                        <a:ln w="12700" cmpd="sng">
                          <a:solidFill>
                            <a:srgbClr val="5F497A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70518" w:rsidRDefault="00270518" w:rsidP="00270518">
                            <w:pPr>
                              <w:jc w:val="center"/>
                            </w:pPr>
                            <w:r>
                              <w:t>Status</w:t>
                            </w:r>
                          </w:p>
                          <w:p w:rsidR="00270518" w:rsidRDefault="00270518" w:rsidP="00270518">
                            <w:pPr>
                              <w:jc w:val="center"/>
                            </w:pPr>
                            <w:r>
                              <w:t>Retreat</w:t>
                            </w:r>
                          </w:p>
                          <w:p w:rsidR="00270518" w:rsidRDefault="00270518" w:rsidP="0027051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34" type="#_x0000_t79" style="position:absolute;left:0;text-align:left;margin-left:723pt;margin-top:264.2pt;width:63.45pt;height:80.8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" fillcolor="#b2a1c7" strokecolor="#5f497a" strokeweight="1pt">
                <v:fill color2="#e5dfec" angle="135" focus="50%" type="gradient"/>
                <v:shadow on="t" color="#3f3151" opacity=".5" offset="1pt"/>
                <v:textbox>
                  <w:txbxContent>
                    <w:p w:rsidR="00270518" w:rsidRDefault="00270518" w:rsidP="00270518">
                      <w:pPr>
                        <w:jc w:val="center"/>
                      </w:pPr>
                      <w:r>
                        <w:t>Status</w:t>
                      </w:r>
                    </w:p>
                    <w:p w:rsidR="00270518" w:rsidRDefault="00270518" w:rsidP="00270518">
                      <w:pPr>
                        <w:jc w:val="center"/>
                      </w:pPr>
                      <w:r>
                        <w:t>Retreat</w:t>
                      </w:r>
                    </w:p>
                    <w:p w:rsidR="00270518" w:rsidRDefault="00270518" w:rsidP="00270518">
                      <w:pPr>
                        <w:jc w:val="center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0D3960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F9CFD8D" wp14:editId="64B7D35A">
                <wp:simplePos x="0" y="0"/>
                <wp:positionH relativeFrom="column">
                  <wp:posOffset>6619875</wp:posOffset>
                </wp:positionH>
                <wp:positionV relativeFrom="paragraph">
                  <wp:posOffset>3355340</wp:posOffset>
                </wp:positionV>
                <wp:extent cx="805815" cy="1026160"/>
                <wp:effectExtent l="0" t="0" r="0" b="0"/>
                <wp:wrapTopAndBottom/>
                <wp:docPr id="14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5815" cy="1026160"/>
                        </a:xfrm>
                        <a:prstGeom prst="upArrowCallout">
                          <a:avLst>
                            <a:gd name="adj1" fmla="val 25000"/>
                            <a:gd name="adj2" fmla="val 25000"/>
                            <a:gd name="adj3" fmla="val 21224"/>
                            <a:gd name="adj4" fmla="val 66667"/>
                          </a:avLst>
                        </a:prstGeom>
                        <a:gradFill rotWithShape="0">
                          <a:gsLst>
                            <a:gs pos="0">
                              <a:srgbClr val="B2A1C7"/>
                            </a:gs>
                            <a:gs pos="50000">
                              <a:srgbClr val="E5DFEC"/>
                            </a:gs>
                            <a:gs pos="100000">
                              <a:srgbClr val="B2A1C7"/>
                            </a:gs>
                          </a:gsLst>
                          <a:lin ang="18900000" scaled="1"/>
                        </a:gradFill>
                        <a:ln w="12700" cmpd="sng" algn="ctr">
                          <a:solidFill>
                            <a:srgbClr val="5F497A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70518" w:rsidRDefault="00270518" w:rsidP="00270518">
                            <w:pPr>
                              <w:jc w:val="center"/>
                            </w:pPr>
                            <w:r>
                              <w:t>Status</w:t>
                            </w:r>
                          </w:p>
                          <w:p w:rsidR="00270518" w:rsidRDefault="00270518" w:rsidP="00270518">
                            <w:pPr>
                              <w:jc w:val="center"/>
                            </w:pPr>
                            <w:r>
                              <w:t>Retreat</w:t>
                            </w:r>
                          </w:p>
                          <w:p w:rsidR="00270518" w:rsidRDefault="00270518" w:rsidP="0027051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35" type="#_x0000_t79" style="position:absolute;left:0;text-align:left;margin-left:521.25pt;margin-top:264.2pt;width:63.45pt;height:80.8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" fillcolor="#b2a1c7" strokecolor="#5f497a" strokeweight="1pt">
                <v:fill color2="#e5dfec" angle="135" focus="50%" type="gradient"/>
                <v:shadow on="t" color="#3f3151" opacity=".5" offset="1pt"/>
                <v:textbox>
                  <w:txbxContent>
                    <w:p w:rsidR="00270518" w:rsidRDefault="00270518" w:rsidP="00270518">
                      <w:pPr>
                        <w:jc w:val="center"/>
                      </w:pPr>
                      <w:r>
                        <w:t>Status</w:t>
                      </w:r>
                    </w:p>
                    <w:p w:rsidR="00270518" w:rsidRDefault="00270518" w:rsidP="00270518">
                      <w:pPr>
                        <w:jc w:val="center"/>
                      </w:pPr>
                      <w:r>
                        <w:t>Retreat</w:t>
                      </w:r>
                    </w:p>
                    <w:p w:rsidR="00270518" w:rsidRDefault="00270518" w:rsidP="00270518">
                      <w:pPr>
                        <w:jc w:val="center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0D3960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B340852" wp14:editId="16302FD2">
                <wp:simplePos x="0" y="0"/>
                <wp:positionH relativeFrom="column">
                  <wp:posOffset>38100</wp:posOffset>
                </wp:positionH>
                <wp:positionV relativeFrom="paragraph">
                  <wp:posOffset>2876550</wp:posOffset>
                </wp:positionV>
                <wp:extent cx="11706225" cy="409575"/>
                <wp:effectExtent l="0" t="0" r="0" b="0"/>
                <wp:wrapSquare wrapText="bothSides"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06225" cy="40957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8363" w:type="dxa"/>
                              <w:tblBorders>
                                <w:left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945"/>
                              <w:gridCol w:w="1146"/>
                              <w:gridCol w:w="1094"/>
                              <w:gridCol w:w="894"/>
                              <w:gridCol w:w="994"/>
                              <w:gridCol w:w="794"/>
                              <w:gridCol w:w="694"/>
                              <w:gridCol w:w="677"/>
                              <w:gridCol w:w="677"/>
                              <w:gridCol w:w="677"/>
                              <w:gridCol w:w="796"/>
                              <w:gridCol w:w="1127"/>
                              <w:gridCol w:w="916"/>
                              <w:gridCol w:w="1122"/>
                              <w:gridCol w:w="1099"/>
                              <w:gridCol w:w="899"/>
                              <w:gridCol w:w="999"/>
                              <w:gridCol w:w="799"/>
                              <w:gridCol w:w="700"/>
                              <w:gridCol w:w="657"/>
                              <w:gridCol w:w="657"/>
                            </w:tblGrid>
                            <w:tr w:rsidR="00AD5A7D" w:rsidTr="00AD5A7D">
                              <w:tc>
                                <w:tcPr>
                                  <w:tcW w:w="945" w:type="dxa"/>
                                  <w:vAlign w:val="center"/>
                                </w:tcPr>
                                <w:p w:rsidR="00995B5A" w:rsidRDefault="00995B5A">
                                  <w:pPr>
                                    <w:spacing w:after="0"/>
                                  </w:pPr>
                                  <w:r>
                                    <w:t xml:space="preserve">October </w:t>
                                  </w:r>
                                </w:p>
                                <w:p w:rsidR="00995B5A" w:rsidRDefault="00995B5A">
                                  <w:pPr>
                                    <w:spacing w:after="0"/>
                                  </w:pPr>
                                  <w: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146" w:type="dxa"/>
                                  <w:vAlign w:val="center"/>
                                </w:tcPr>
                                <w:p w:rsidR="00995B5A" w:rsidRDefault="00995B5A">
                                  <w:pPr>
                                    <w:spacing w:after="0"/>
                                  </w:pPr>
                                  <w:r>
                                    <w:t xml:space="preserve">November </w:t>
                                  </w:r>
                                </w:p>
                                <w:p w:rsidR="00995B5A" w:rsidRDefault="00995B5A">
                                  <w:pPr>
                                    <w:spacing w:after="0"/>
                                  </w:pPr>
                                  <w:r>
                                    <w:t>18-19</w:t>
                                  </w:r>
                                </w:p>
                              </w:tc>
                              <w:tc>
                                <w:tcPr>
                                  <w:tcW w:w="1094" w:type="dxa"/>
                                  <w:vAlign w:val="center"/>
                                </w:tcPr>
                                <w:p w:rsidR="00995B5A" w:rsidRDefault="00995B5A">
                                  <w:pPr>
                                    <w:spacing w:after="0"/>
                                  </w:pPr>
                                  <w:r>
                                    <w:t>December</w:t>
                                  </w:r>
                                </w:p>
                                <w:p w:rsidR="00995B5A" w:rsidRDefault="00995B5A">
                                  <w:pPr>
                                    <w:spacing w:after="0"/>
                                  </w:pPr>
                                  <w:r>
                                    <w:t xml:space="preserve"> 19</w:t>
                                  </w:r>
                                </w:p>
                              </w:tc>
                              <w:tc>
                                <w:tcPr>
                                  <w:tcW w:w="894" w:type="dxa"/>
                                  <w:vAlign w:val="center"/>
                                </w:tcPr>
                                <w:p w:rsidR="00995B5A" w:rsidRDefault="00995B5A">
                                  <w:pPr>
                                    <w:spacing w:after="0"/>
                                  </w:pPr>
                                  <w:r>
                                    <w:t>January</w:t>
                                  </w:r>
                                </w:p>
                                <w:p w:rsidR="00995B5A" w:rsidRDefault="00995B5A">
                                  <w:pPr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vAlign w:val="center"/>
                                </w:tcPr>
                                <w:p w:rsidR="00995B5A" w:rsidRDefault="00995B5A">
                                  <w:pPr>
                                    <w:spacing w:after="0"/>
                                  </w:pPr>
                                  <w:r>
                                    <w:t>February</w:t>
                                  </w:r>
                                </w:p>
                                <w:p w:rsidR="00995B5A" w:rsidRDefault="00995B5A">
                                  <w:pPr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:rsidR="00995B5A" w:rsidRDefault="00995B5A">
                                  <w:pPr>
                                    <w:spacing w:after="0"/>
                                  </w:pPr>
                                  <w:r>
                                    <w:t>March</w:t>
                                  </w:r>
                                  <w:r w:rsidR="00AD5A7D">
                                    <w:t xml:space="preserve">              TBD</w:t>
                                  </w:r>
                                </w:p>
                                <w:p w:rsidR="00995B5A" w:rsidRDefault="00995B5A">
                                  <w:pPr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694" w:type="dxa"/>
                                  <w:vAlign w:val="center"/>
                                </w:tcPr>
                                <w:p w:rsidR="00995B5A" w:rsidRDefault="00995B5A">
                                  <w:pPr>
                                    <w:spacing w:after="0"/>
                                  </w:pPr>
                                  <w:r>
                                    <w:t>April</w:t>
                                  </w:r>
                                </w:p>
                                <w:p w:rsidR="00995B5A" w:rsidRDefault="00995B5A">
                                  <w:pPr>
                                    <w:spacing w:after="0"/>
                                  </w:pPr>
                                  <w:r>
                                    <w:t>TBD</w:t>
                                  </w:r>
                                </w:p>
                              </w:tc>
                              <w:tc>
                                <w:tcPr>
                                  <w:tcW w:w="677" w:type="dxa"/>
                                  <w:vAlign w:val="center"/>
                                </w:tcPr>
                                <w:p w:rsidR="00995B5A" w:rsidRDefault="00995B5A">
                                  <w:pPr>
                                    <w:spacing w:after="0"/>
                                  </w:pPr>
                                  <w:r>
                                    <w:t>May</w:t>
                                  </w:r>
                                </w:p>
                                <w:p w:rsidR="00995B5A" w:rsidRDefault="00995B5A">
                                  <w:pPr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677" w:type="dxa"/>
                                </w:tcPr>
                                <w:p w:rsidR="00995B5A" w:rsidRDefault="00995B5A">
                                  <w:pPr>
                                    <w:spacing w:after="0"/>
                                  </w:pPr>
                                  <w:r>
                                    <w:t>June</w:t>
                                  </w:r>
                                </w:p>
                                <w:p w:rsidR="00995B5A" w:rsidRDefault="00995B5A">
                                  <w:pPr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677" w:type="dxa"/>
                                </w:tcPr>
                                <w:p w:rsidR="00995B5A" w:rsidRDefault="00995B5A">
                                  <w:pPr>
                                    <w:spacing w:after="0"/>
                                  </w:pPr>
                                  <w:r>
                                    <w:t>July</w:t>
                                  </w:r>
                                </w:p>
                                <w:p w:rsidR="00995B5A" w:rsidRDefault="00995B5A">
                                  <w:pPr>
                                    <w:spacing w:after="0"/>
                                  </w:pPr>
                                  <w:r>
                                    <w:t>TBD</w:t>
                                  </w:r>
                                </w:p>
                              </w:tc>
                              <w:tc>
                                <w:tcPr>
                                  <w:tcW w:w="796" w:type="dxa"/>
                                </w:tcPr>
                                <w:p w:rsidR="00995B5A" w:rsidRDefault="00995B5A">
                                  <w:pPr>
                                    <w:spacing w:after="0"/>
                                  </w:pPr>
                                  <w:r>
                                    <w:t>August</w:t>
                                  </w:r>
                                </w:p>
                                <w:p w:rsidR="00995B5A" w:rsidRDefault="00995B5A">
                                  <w:pPr>
                                    <w:spacing w:after="0"/>
                                  </w:pPr>
                                  <w:r>
                                    <w:t>TBD</w:t>
                                  </w:r>
                                </w:p>
                              </w:tc>
                              <w:tc>
                                <w:tcPr>
                                  <w:tcW w:w="1127" w:type="dxa"/>
                                </w:tcPr>
                                <w:p w:rsidR="00995B5A" w:rsidRDefault="00995B5A">
                                  <w:pPr>
                                    <w:spacing w:after="0"/>
                                  </w:pPr>
                                  <w:r>
                                    <w:t>September</w:t>
                                  </w:r>
                                </w:p>
                                <w:p w:rsidR="00995B5A" w:rsidRDefault="00995B5A">
                                  <w:pPr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916" w:type="dxa"/>
                                </w:tcPr>
                                <w:p w:rsidR="00995B5A" w:rsidRDefault="00995B5A">
                                  <w:pPr>
                                    <w:spacing w:after="0"/>
                                  </w:pPr>
                                  <w:r>
                                    <w:t>October</w:t>
                                  </w:r>
                                </w:p>
                                <w:p w:rsidR="00995B5A" w:rsidRDefault="002B6433">
                                  <w:pPr>
                                    <w:spacing w:after="0"/>
                                  </w:pPr>
                                  <w:r>
                                    <w:t>TBD</w:t>
                                  </w:r>
                                </w:p>
                              </w:tc>
                              <w:tc>
                                <w:tcPr>
                                  <w:tcW w:w="1122" w:type="dxa"/>
                                </w:tcPr>
                                <w:p w:rsidR="00995B5A" w:rsidRDefault="00995B5A">
                                  <w:pPr>
                                    <w:spacing w:after="0"/>
                                  </w:pPr>
                                  <w:r>
                                    <w:t>November</w:t>
                                  </w:r>
                                </w:p>
                                <w:p w:rsidR="00995B5A" w:rsidRDefault="00995B5A">
                                  <w:pPr>
                                    <w:spacing w:after="0"/>
                                  </w:pPr>
                                  <w:r>
                                    <w:t>TBD</w:t>
                                  </w:r>
                                </w:p>
                              </w:tc>
                              <w:tc>
                                <w:tcPr>
                                  <w:tcW w:w="1099" w:type="dxa"/>
                                </w:tcPr>
                                <w:p w:rsidR="00995B5A" w:rsidRDefault="00995B5A">
                                  <w:pPr>
                                    <w:spacing w:after="0"/>
                                  </w:pPr>
                                  <w:r>
                                    <w:t>December</w:t>
                                  </w:r>
                                </w:p>
                                <w:p w:rsidR="00995B5A" w:rsidRDefault="00995B5A">
                                  <w:pPr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899" w:type="dxa"/>
                                </w:tcPr>
                                <w:p w:rsidR="00995B5A" w:rsidRDefault="00995B5A">
                                  <w:pPr>
                                    <w:spacing w:after="0"/>
                                  </w:pPr>
                                  <w:r>
                                    <w:t>January</w:t>
                                  </w:r>
                                </w:p>
                                <w:p w:rsidR="00995B5A" w:rsidRDefault="00995B5A">
                                  <w:pPr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999" w:type="dxa"/>
                                </w:tcPr>
                                <w:p w:rsidR="00995B5A" w:rsidRDefault="00995B5A">
                                  <w:pPr>
                                    <w:spacing w:after="0"/>
                                  </w:pPr>
                                  <w:r>
                                    <w:t>February</w:t>
                                  </w:r>
                                </w:p>
                                <w:p w:rsidR="00995B5A" w:rsidRDefault="00995B5A">
                                  <w:pPr>
                                    <w:spacing w:after="0"/>
                                  </w:pPr>
                                  <w:r>
                                    <w:t>TBD</w:t>
                                  </w:r>
                                </w:p>
                              </w:tc>
                              <w:tc>
                                <w:tcPr>
                                  <w:tcW w:w="799" w:type="dxa"/>
                                </w:tcPr>
                                <w:p w:rsidR="00995B5A" w:rsidRDefault="00995B5A">
                                  <w:pPr>
                                    <w:spacing w:after="0"/>
                                  </w:pPr>
                                  <w:r>
                                    <w:t>March</w:t>
                                  </w:r>
                                </w:p>
                                <w:p w:rsidR="00995B5A" w:rsidRDefault="00995B5A">
                                  <w:pPr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700" w:type="dxa"/>
                                </w:tcPr>
                                <w:p w:rsidR="00995B5A" w:rsidRDefault="00995B5A">
                                  <w:pPr>
                                    <w:spacing w:after="0"/>
                                  </w:pPr>
                                  <w:r>
                                    <w:t>April</w:t>
                                  </w:r>
                                </w:p>
                                <w:p w:rsidR="00995B5A" w:rsidRDefault="00995B5A">
                                  <w:pPr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657" w:type="dxa"/>
                                </w:tcPr>
                                <w:p w:rsidR="00995B5A" w:rsidRDefault="00995B5A">
                                  <w:pPr>
                                    <w:spacing w:after="0"/>
                                  </w:pPr>
                                  <w:r>
                                    <w:t>May</w:t>
                                  </w:r>
                                </w:p>
                                <w:p w:rsidR="00995B5A" w:rsidRDefault="00995B5A">
                                  <w:pPr>
                                    <w:spacing w:after="0"/>
                                  </w:pPr>
                                  <w:r>
                                    <w:t>TBD</w:t>
                                  </w:r>
                                </w:p>
                              </w:tc>
                              <w:tc>
                                <w:tcPr>
                                  <w:tcW w:w="657" w:type="dxa"/>
                                </w:tcPr>
                                <w:p w:rsidR="00995B5A" w:rsidRDefault="00995B5A">
                                  <w:pPr>
                                    <w:spacing w:after="0"/>
                                  </w:pPr>
                                  <w:r>
                                    <w:t>June</w:t>
                                  </w:r>
                                </w:p>
                                <w:p w:rsidR="00995B5A" w:rsidRDefault="00995B5A">
                                  <w:pPr>
                                    <w:spacing w:after="0"/>
                                  </w:pPr>
                                  <w:r>
                                    <w:t>TBD</w:t>
                                  </w:r>
                                </w:p>
                              </w:tc>
                            </w:tr>
                          </w:tbl>
                          <w:p w:rsidR="00267C26" w:rsidRDefault="00267C26" w:rsidP="002B2A4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6" style="position:absolute;left:0;text-align:left;margin-left:3pt;margin-top:226.5pt;width:921.75pt;height:32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" fillcolor="#cfc">
                <v:textbox>
                  <w:txbxContent>
                    <w:tbl>
                      <w:tblPr>
                        <w:tblW w:w="18363" w:type="dxa"/>
                        <w:tblBorders>
                          <w:left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945"/>
                        <w:gridCol w:w="1146"/>
                        <w:gridCol w:w="1094"/>
                        <w:gridCol w:w="894"/>
                        <w:gridCol w:w="994"/>
                        <w:gridCol w:w="794"/>
                        <w:gridCol w:w="694"/>
                        <w:gridCol w:w="677"/>
                        <w:gridCol w:w="677"/>
                        <w:gridCol w:w="677"/>
                        <w:gridCol w:w="796"/>
                        <w:gridCol w:w="1127"/>
                        <w:gridCol w:w="916"/>
                        <w:gridCol w:w="1122"/>
                        <w:gridCol w:w="1099"/>
                        <w:gridCol w:w="899"/>
                        <w:gridCol w:w="999"/>
                        <w:gridCol w:w="799"/>
                        <w:gridCol w:w="700"/>
                        <w:gridCol w:w="657"/>
                        <w:gridCol w:w="657"/>
                      </w:tblGrid>
                      <w:tr w:rsidR="00AD5A7D" w:rsidTr="00AD5A7D">
                        <w:tc>
                          <w:tcPr>
                            <w:tcW w:w="945" w:type="dxa"/>
                            <w:vAlign w:val="center"/>
                          </w:tcPr>
                          <w:p w:rsidR="00995B5A" w:rsidRDefault="00995B5A">
                            <w:pPr>
                              <w:spacing w:after="0"/>
                            </w:pPr>
                            <w:r>
                              <w:t xml:space="preserve">October </w:t>
                            </w:r>
                          </w:p>
                          <w:p w:rsidR="00995B5A" w:rsidRDefault="00995B5A">
                            <w:pPr>
                              <w:spacing w:after="0"/>
                            </w:pPr>
                            <w:r>
                              <w:t>22</w:t>
                            </w:r>
                          </w:p>
                        </w:tc>
                        <w:tc>
                          <w:tcPr>
                            <w:tcW w:w="1146" w:type="dxa"/>
                            <w:vAlign w:val="center"/>
                          </w:tcPr>
                          <w:p w:rsidR="00995B5A" w:rsidRDefault="00995B5A">
                            <w:pPr>
                              <w:spacing w:after="0"/>
                            </w:pPr>
                            <w:r>
                              <w:t xml:space="preserve">November </w:t>
                            </w:r>
                          </w:p>
                          <w:p w:rsidR="00995B5A" w:rsidRDefault="00995B5A">
                            <w:pPr>
                              <w:spacing w:after="0"/>
                            </w:pPr>
                            <w:r>
                              <w:t>18-19</w:t>
                            </w:r>
                          </w:p>
                        </w:tc>
                        <w:tc>
                          <w:tcPr>
                            <w:tcW w:w="1094" w:type="dxa"/>
                            <w:vAlign w:val="center"/>
                          </w:tcPr>
                          <w:p w:rsidR="00995B5A" w:rsidRDefault="00995B5A">
                            <w:pPr>
                              <w:spacing w:after="0"/>
                            </w:pPr>
                            <w:r>
                              <w:t>December</w:t>
                            </w:r>
                          </w:p>
                          <w:p w:rsidR="00995B5A" w:rsidRDefault="00995B5A">
                            <w:pPr>
                              <w:spacing w:after="0"/>
                            </w:pPr>
                            <w:r>
                              <w:t xml:space="preserve"> 19</w:t>
                            </w:r>
                          </w:p>
                        </w:tc>
                        <w:tc>
                          <w:tcPr>
                            <w:tcW w:w="894" w:type="dxa"/>
                            <w:vAlign w:val="center"/>
                          </w:tcPr>
                          <w:p w:rsidR="00995B5A" w:rsidRDefault="00995B5A">
                            <w:pPr>
                              <w:spacing w:after="0"/>
                            </w:pPr>
                            <w:r>
                              <w:t>January</w:t>
                            </w:r>
                          </w:p>
                          <w:p w:rsidR="00995B5A" w:rsidRDefault="00995B5A">
                            <w:pPr>
                              <w:spacing w:after="0"/>
                            </w:pPr>
                          </w:p>
                        </w:tc>
                        <w:tc>
                          <w:tcPr>
                            <w:tcW w:w="994" w:type="dxa"/>
                            <w:vAlign w:val="center"/>
                          </w:tcPr>
                          <w:p w:rsidR="00995B5A" w:rsidRDefault="00995B5A">
                            <w:pPr>
                              <w:spacing w:after="0"/>
                            </w:pPr>
                            <w:r>
                              <w:t>February</w:t>
                            </w:r>
                          </w:p>
                          <w:p w:rsidR="00995B5A" w:rsidRDefault="00995B5A">
                            <w:pPr>
                              <w:spacing w:after="0"/>
                            </w:pP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:rsidR="00995B5A" w:rsidRDefault="00995B5A">
                            <w:pPr>
                              <w:spacing w:after="0"/>
                            </w:pPr>
                            <w:r>
                              <w:t>March</w:t>
                            </w:r>
                            <w:r w:rsidR="00AD5A7D">
                              <w:t xml:space="preserve">              TBD</w:t>
                            </w:r>
                          </w:p>
                          <w:p w:rsidR="00995B5A" w:rsidRDefault="00995B5A">
                            <w:pPr>
                              <w:spacing w:after="0"/>
                            </w:pPr>
                          </w:p>
                        </w:tc>
                        <w:tc>
                          <w:tcPr>
                            <w:tcW w:w="694" w:type="dxa"/>
                            <w:vAlign w:val="center"/>
                          </w:tcPr>
                          <w:p w:rsidR="00995B5A" w:rsidRDefault="00995B5A">
                            <w:pPr>
                              <w:spacing w:after="0"/>
                            </w:pPr>
                            <w:r>
                              <w:t>April</w:t>
                            </w:r>
                          </w:p>
                          <w:p w:rsidR="00995B5A" w:rsidRDefault="00995B5A">
                            <w:pPr>
                              <w:spacing w:after="0"/>
                            </w:pPr>
                            <w:r>
                              <w:t>TBD</w:t>
                            </w:r>
                          </w:p>
                        </w:tc>
                        <w:tc>
                          <w:tcPr>
                            <w:tcW w:w="677" w:type="dxa"/>
                            <w:vAlign w:val="center"/>
                          </w:tcPr>
                          <w:p w:rsidR="00995B5A" w:rsidRDefault="00995B5A">
                            <w:pPr>
                              <w:spacing w:after="0"/>
                            </w:pPr>
                            <w:r>
                              <w:t>May</w:t>
                            </w:r>
                          </w:p>
                          <w:p w:rsidR="00995B5A" w:rsidRDefault="00995B5A">
                            <w:pPr>
                              <w:spacing w:after="0"/>
                            </w:pPr>
                          </w:p>
                        </w:tc>
                        <w:tc>
                          <w:tcPr>
                            <w:tcW w:w="677" w:type="dxa"/>
                          </w:tcPr>
                          <w:p w:rsidR="00995B5A" w:rsidRDefault="00995B5A">
                            <w:pPr>
                              <w:spacing w:after="0"/>
                            </w:pPr>
                            <w:r>
                              <w:t>June</w:t>
                            </w:r>
                          </w:p>
                          <w:p w:rsidR="00995B5A" w:rsidRDefault="00995B5A">
                            <w:pPr>
                              <w:spacing w:after="0"/>
                            </w:pPr>
                          </w:p>
                        </w:tc>
                        <w:tc>
                          <w:tcPr>
                            <w:tcW w:w="677" w:type="dxa"/>
                          </w:tcPr>
                          <w:p w:rsidR="00995B5A" w:rsidRDefault="00995B5A">
                            <w:pPr>
                              <w:spacing w:after="0"/>
                            </w:pPr>
                            <w:r>
                              <w:t>July</w:t>
                            </w:r>
                          </w:p>
                          <w:p w:rsidR="00995B5A" w:rsidRDefault="00995B5A">
                            <w:pPr>
                              <w:spacing w:after="0"/>
                            </w:pPr>
                            <w:r>
                              <w:t>TBD</w:t>
                            </w:r>
                          </w:p>
                        </w:tc>
                        <w:tc>
                          <w:tcPr>
                            <w:tcW w:w="796" w:type="dxa"/>
                          </w:tcPr>
                          <w:p w:rsidR="00995B5A" w:rsidRDefault="00995B5A">
                            <w:pPr>
                              <w:spacing w:after="0"/>
                            </w:pPr>
                            <w:r>
                              <w:t>August</w:t>
                            </w:r>
                          </w:p>
                          <w:p w:rsidR="00995B5A" w:rsidRDefault="00995B5A">
                            <w:pPr>
                              <w:spacing w:after="0"/>
                            </w:pPr>
                            <w:r>
                              <w:t>TBD</w:t>
                            </w:r>
                          </w:p>
                        </w:tc>
                        <w:tc>
                          <w:tcPr>
                            <w:tcW w:w="1127" w:type="dxa"/>
                          </w:tcPr>
                          <w:p w:rsidR="00995B5A" w:rsidRDefault="00995B5A">
                            <w:pPr>
                              <w:spacing w:after="0"/>
                            </w:pPr>
                            <w:r>
                              <w:t>September</w:t>
                            </w:r>
                          </w:p>
                          <w:p w:rsidR="00995B5A" w:rsidRDefault="00995B5A">
                            <w:pPr>
                              <w:spacing w:after="0"/>
                            </w:pPr>
                          </w:p>
                        </w:tc>
                        <w:tc>
                          <w:tcPr>
                            <w:tcW w:w="916" w:type="dxa"/>
                          </w:tcPr>
                          <w:p w:rsidR="00995B5A" w:rsidRDefault="00995B5A">
                            <w:pPr>
                              <w:spacing w:after="0"/>
                            </w:pPr>
                            <w:r>
                              <w:t>October</w:t>
                            </w:r>
                          </w:p>
                          <w:p w:rsidR="00995B5A" w:rsidRDefault="002B6433">
                            <w:pPr>
                              <w:spacing w:after="0"/>
                            </w:pPr>
                            <w:r>
                              <w:t>TBD</w:t>
                            </w:r>
                          </w:p>
                        </w:tc>
                        <w:tc>
                          <w:tcPr>
                            <w:tcW w:w="1122" w:type="dxa"/>
                          </w:tcPr>
                          <w:p w:rsidR="00995B5A" w:rsidRDefault="00995B5A">
                            <w:pPr>
                              <w:spacing w:after="0"/>
                            </w:pPr>
                            <w:r>
                              <w:t>November</w:t>
                            </w:r>
                          </w:p>
                          <w:p w:rsidR="00995B5A" w:rsidRDefault="00995B5A">
                            <w:pPr>
                              <w:spacing w:after="0"/>
                            </w:pPr>
                            <w:r>
                              <w:t>TBD</w:t>
                            </w:r>
                          </w:p>
                        </w:tc>
                        <w:tc>
                          <w:tcPr>
                            <w:tcW w:w="1099" w:type="dxa"/>
                          </w:tcPr>
                          <w:p w:rsidR="00995B5A" w:rsidRDefault="00995B5A">
                            <w:pPr>
                              <w:spacing w:after="0"/>
                            </w:pPr>
                            <w:r>
                              <w:t>December</w:t>
                            </w:r>
                          </w:p>
                          <w:p w:rsidR="00995B5A" w:rsidRDefault="00995B5A">
                            <w:pPr>
                              <w:spacing w:after="0"/>
                            </w:pPr>
                          </w:p>
                        </w:tc>
                        <w:tc>
                          <w:tcPr>
                            <w:tcW w:w="899" w:type="dxa"/>
                          </w:tcPr>
                          <w:p w:rsidR="00995B5A" w:rsidRDefault="00995B5A">
                            <w:pPr>
                              <w:spacing w:after="0"/>
                            </w:pPr>
                            <w:r>
                              <w:t>January</w:t>
                            </w:r>
                          </w:p>
                          <w:p w:rsidR="00995B5A" w:rsidRDefault="00995B5A">
                            <w:pPr>
                              <w:spacing w:after="0"/>
                            </w:pPr>
                          </w:p>
                        </w:tc>
                        <w:tc>
                          <w:tcPr>
                            <w:tcW w:w="999" w:type="dxa"/>
                          </w:tcPr>
                          <w:p w:rsidR="00995B5A" w:rsidRDefault="00995B5A">
                            <w:pPr>
                              <w:spacing w:after="0"/>
                            </w:pPr>
                            <w:r>
                              <w:t>February</w:t>
                            </w:r>
                          </w:p>
                          <w:p w:rsidR="00995B5A" w:rsidRDefault="00995B5A">
                            <w:pPr>
                              <w:spacing w:after="0"/>
                            </w:pPr>
                            <w:r>
                              <w:t>TBD</w:t>
                            </w:r>
                          </w:p>
                        </w:tc>
                        <w:tc>
                          <w:tcPr>
                            <w:tcW w:w="799" w:type="dxa"/>
                          </w:tcPr>
                          <w:p w:rsidR="00995B5A" w:rsidRDefault="00995B5A">
                            <w:pPr>
                              <w:spacing w:after="0"/>
                            </w:pPr>
                            <w:r>
                              <w:t>March</w:t>
                            </w:r>
                          </w:p>
                          <w:p w:rsidR="00995B5A" w:rsidRDefault="00995B5A">
                            <w:pPr>
                              <w:spacing w:after="0"/>
                            </w:pPr>
                          </w:p>
                        </w:tc>
                        <w:tc>
                          <w:tcPr>
                            <w:tcW w:w="700" w:type="dxa"/>
                          </w:tcPr>
                          <w:p w:rsidR="00995B5A" w:rsidRDefault="00995B5A">
                            <w:pPr>
                              <w:spacing w:after="0"/>
                            </w:pPr>
                            <w:r>
                              <w:t>April</w:t>
                            </w:r>
                          </w:p>
                          <w:p w:rsidR="00995B5A" w:rsidRDefault="00995B5A">
                            <w:pPr>
                              <w:spacing w:after="0"/>
                            </w:pPr>
                          </w:p>
                        </w:tc>
                        <w:tc>
                          <w:tcPr>
                            <w:tcW w:w="657" w:type="dxa"/>
                          </w:tcPr>
                          <w:p w:rsidR="00995B5A" w:rsidRDefault="00995B5A">
                            <w:pPr>
                              <w:spacing w:after="0"/>
                            </w:pPr>
                            <w:r>
                              <w:t>May</w:t>
                            </w:r>
                          </w:p>
                          <w:p w:rsidR="00995B5A" w:rsidRDefault="00995B5A">
                            <w:pPr>
                              <w:spacing w:after="0"/>
                            </w:pPr>
                            <w:r>
                              <w:t>TBD</w:t>
                            </w:r>
                          </w:p>
                        </w:tc>
                        <w:tc>
                          <w:tcPr>
                            <w:tcW w:w="657" w:type="dxa"/>
                          </w:tcPr>
                          <w:p w:rsidR="00995B5A" w:rsidRDefault="00995B5A">
                            <w:pPr>
                              <w:spacing w:after="0"/>
                            </w:pPr>
                            <w:r>
                              <w:t>June</w:t>
                            </w:r>
                          </w:p>
                          <w:p w:rsidR="00995B5A" w:rsidRDefault="00995B5A">
                            <w:pPr>
                              <w:spacing w:after="0"/>
                            </w:pPr>
                            <w:r>
                              <w:t>TBD</w:t>
                            </w:r>
                          </w:p>
                        </w:tc>
                      </w:tr>
                    </w:tbl>
                    <w:p w:rsidR="00267C26" w:rsidRDefault="00267C26" w:rsidP="002B2A4B"/>
                  </w:txbxContent>
                </v:textbox>
                <w10:wrap type="square"/>
              </v:rect>
            </w:pict>
          </mc:Fallback>
        </mc:AlternateContent>
      </w:r>
    </w:p>
    <w:p w:rsidR="007C73C5" w:rsidRPr="007C73C5" w:rsidRDefault="007C73C5" w:rsidP="007C73C5"/>
    <w:p w:rsidR="007C73C5" w:rsidRPr="000461C5" w:rsidRDefault="00AD5A7D" w:rsidP="007C73C5">
      <w:pPr>
        <w:rPr>
          <w:i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AE1683A" wp14:editId="44684965">
                <wp:simplePos x="0" y="0"/>
                <wp:positionH relativeFrom="column">
                  <wp:posOffset>-913765</wp:posOffset>
                </wp:positionH>
                <wp:positionV relativeFrom="paragraph">
                  <wp:posOffset>831850</wp:posOffset>
                </wp:positionV>
                <wp:extent cx="843915" cy="1600200"/>
                <wp:effectExtent l="0" t="76200" r="89535" b="38100"/>
                <wp:wrapTopAndBottom/>
                <wp:docPr id="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3915" cy="1600200"/>
                        </a:xfrm>
                        <a:prstGeom prst="downArrowCallout">
                          <a:avLst>
                            <a:gd name="adj1" fmla="val 25000"/>
                            <a:gd name="adj2" fmla="val 25000"/>
                            <a:gd name="adj3" fmla="val 30286"/>
                            <a:gd name="adj4" fmla="val 6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 cmpd="sng">
                          <a:solidFill>
                            <a:srgbClr val="17365D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995B5A" w:rsidRDefault="00995B5A" w:rsidP="00995B5A">
                            <w:pPr>
                              <w:jc w:val="center"/>
                            </w:pPr>
                            <w:r>
                              <w:t xml:space="preserve">Cross-state </w:t>
                            </w:r>
                          </w:p>
                          <w:p w:rsidR="00995B5A" w:rsidRDefault="00995B5A" w:rsidP="00995B5A">
                            <w:pPr>
                              <w:jc w:val="center"/>
                            </w:pPr>
                            <w:r>
                              <w:t>Convening</w:t>
                            </w:r>
                          </w:p>
                          <w:p w:rsidR="00995B5A" w:rsidRDefault="00451D96" w:rsidP="00995B5A">
                            <w:pPr>
                              <w:jc w:val="center"/>
                            </w:pPr>
                            <w:r>
                              <w:t>NGA</w:t>
                            </w:r>
                            <w:r w:rsidR="00995B5A">
                              <w:t xml:space="preserve"> </w:t>
                            </w:r>
                          </w:p>
                          <w:p w:rsidR="00995B5A" w:rsidRDefault="00995B5A" w:rsidP="00995B5A">
                            <w:pPr>
                              <w:jc w:val="center"/>
                            </w:pPr>
                            <w:r>
                              <w:t>July or August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37" type="#_x0000_t80" style="position:absolute;margin-left:-71.95pt;margin-top:65.5pt;width:66.45pt;height:126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" adj=",,18150" strokecolor="#17365d" strokeweight="1pt">
                <v:fill color2="#b8cce4" focus="100%" type="gradient"/>
                <v:shadow on="t" color="#243f60" opacity=".5" offset="6pt,-6pt"/>
                <v:textbox>
                  <w:txbxContent>
                    <w:p w:rsidR="00995B5A" w:rsidRDefault="00995B5A" w:rsidP="00995B5A">
                      <w:pPr>
                        <w:jc w:val="center"/>
                      </w:pPr>
                      <w:r>
                        <w:t xml:space="preserve">Cross-state </w:t>
                      </w:r>
                    </w:p>
                    <w:p w:rsidR="00995B5A" w:rsidRDefault="00995B5A" w:rsidP="00995B5A">
                      <w:pPr>
                        <w:jc w:val="center"/>
                      </w:pPr>
                      <w:r>
                        <w:t>Convening</w:t>
                      </w:r>
                    </w:p>
                    <w:p w:rsidR="00995B5A" w:rsidRDefault="00451D96" w:rsidP="00995B5A">
                      <w:pPr>
                        <w:jc w:val="center"/>
                      </w:pPr>
                      <w:r>
                        <w:t>NGA</w:t>
                      </w:r>
                      <w:r w:rsidR="00995B5A">
                        <w:t xml:space="preserve"> </w:t>
                      </w:r>
                    </w:p>
                    <w:p w:rsidR="00995B5A" w:rsidRDefault="00995B5A" w:rsidP="00995B5A">
                      <w:pPr>
                        <w:jc w:val="center"/>
                      </w:pPr>
                      <w:r>
                        <w:t>July or August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386375E" wp14:editId="5F0702BD">
                <wp:simplePos x="0" y="0"/>
                <wp:positionH relativeFrom="column">
                  <wp:posOffset>-1156970</wp:posOffset>
                </wp:positionH>
                <wp:positionV relativeFrom="paragraph">
                  <wp:posOffset>2910840</wp:posOffset>
                </wp:positionV>
                <wp:extent cx="805815" cy="1026160"/>
                <wp:effectExtent l="0" t="19050" r="32385" b="59690"/>
                <wp:wrapTopAndBottom/>
                <wp:docPr id="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5815" cy="1026160"/>
                        </a:xfrm>
                        <a:prstGeom prst="upArrowCallout">
                          <a:avLst>
                            <a:gd name="adj1" fmla="val 25000"/>
                            <a:gd name="adj2" fmla="val 25000"/>
                            <a:gd name="adj3" fmla="val 21224"/>
                            <a:gd name="adj4" fmla="val 66667"/>
                          </a:avLst>
                        </a:prstGeom>
                        <a:gradFill rotWithShape="0">
                          <a:gsLst>
                            <a:gs pos="0">
                              <a:srgbClr val="B2A1C7"/>
                            </a:gs>
                            <a:gs pos="50000">
                              <a:srgbClr val="E5DFEC"/>
                            </a:gs>
                            <a:gs pos="100000">
                              <a:srgbClr val="B2A1C7"/>
                            </a:gs>
                          </a:gsLst>
                          <a:lin ang="18900000" scaled="1"/>
                        </a:gradFill>
                        <a:ln w="12700" cmpd="sng" algn="ctr">
                          <a:solidFill>
                            <a:srgbClr val="5F497A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44500" w:rsidRDefault="00044500" w:rsidP="00044500">
                            <w:pPr>
                              <w:jc w:val="center"/>
                            </w:pPr>
                            <w:r>
                              <w:t>Status</w:t>
                            </w:r>
                          </w:p>
                          <w:p w:rsidR="00044500" w:rsidRDefault="00044500" w:rsidP="00044500">
                            <w:pPr>
                              <w:jc w:val="center"/>
                            </w:pPr>
                            <w:r>
                              <w:t>Retreat</w:t>
                            </w:r>
                          </w:p>
                          <w:p w:rsidR="00044500" w:rsidRDefault="00044500" w:rsidP="000445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38" type="#_x0000_t79" style="position:absolute;margin-left:-91.1pt;margin-top:229.2pt;width:63.45pt;height:80.8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" fillcolor="#b2a1c7" strokecolor="#5f497a" strokeweight="1pt">
                <v:fill color2="#e5dfec" angle="135" focus="50%" type="gradient"/>
                <v:shadow on="t" color="#3f3151" opacity=".5" offset="1pt"/>
                <v:textbox>
                  <w:txbxContent>
                    <w:p w:rsidR="00044500" w:rsidRDefault="00044500" w:rsidP="00044500">
                      <w:pPr>
                        <w:jc w:val="center"/>
                      </w:pPr>
                      <w:r>
                        <w:t>Status</w:t>
                      </w:r>
                    </w:p>
                    <w:p w:rsidR="00044500" w:rsidRDefault="00044500" w:rsidP="00044500">
                      <w:pPr>
                        <w:jc w:val="center"/>
                      </w:pPr>
                      <w:r>
                        <w:t>Retreat</w:t>
                      </w:r>
                    </w:p>
                    <w:p w:rsidR="00044500" w:rsidRDefault="00044500" w:rsidP="00044500">
                      <w:pPr>
                        <w:jc w:val="center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58D4BA4" wp14:editId="189B8B14">
                <wp:simplePos x="0" y="0"/>
                <wp:positionH relativeFrom="column">
                  <wp:posOffset>-2940050</wp:posOffset>
                </wp:positionH>
                <wp:positionV relativeFrom="paragraph">
                  <wp:posOffset>2930525</wp:posOffset>
                </wp:positionV>
                <wp:extent cx="805815" cy="3011805"/>
                <wp:effectExtent l="0" t="19050" r="32385" b="55245"/>
                <wp:wrapTopAndBottom/>
                <wp:docPr id="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5815" cy="3011805"/>
                        </a:xfrm>
                        <a:prstGeom prst="upArrowCallout">
                          <a:avLst>
                            <a:gd name="adj1" fmla="val 25000"/>
                            <a:gd name="adj2" fmla="val 25000"/>
                            <a:gd name="adj3" fmla="val 21224"/>
                            <a:gd name="adj4" fmla="val 66667"/>
                          </a:avLst>
                        </a:prstGeom>
                        <a:gradFill rotWithShape="0">
                          <a:gsLst>
                            <a:gs pos="0">
                              <a:srgbClr val="D99594"/>
                            </a:gs>
                            <a:gs pos="50000">
                              <a:srgbClr val="F2DBDB"/>
                            </a:gs>
                            <a:gs pos="100000">
                              <a:srgbClr val="D99594"/>
                            </a:gs>
                          </a:gsLst>
                          <a:lin ang="18900000" scaled="1"/>
                        </a:gradFill>
                        <a:ln w="12700" cmpd="sng">
                          <a:solidFill>
                            <a:srgbClr val="943634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D5A7D" w:rsidRDefault="00AD5A7D" w:rsidP="00995B5A">
                            <w:pPr>
                              <w:jc w:val="center"/>
                            </w:pPr>
                          </w:p>
                          <w:p w:rsidR="00AD5A7D" w:rsidRDefault="00AD5A7D" w:rsidP="00995B5A">
                            <w:pPr>
                              <w:jc w:val="center"/>
                            </w:pPr>
                          </w:p>
                          <w:p w:rsidR="005D6DCF" w:rsidRDefault="005D6DCF" w:rsidP="00995B5A">
                            <w:pPr>
                              <w:jc w:val="center"/>
                            </w:pPr>
                            <w:r>
                              <w:t>Retreat</w:t>
                            </w:r>
                          </w:p>
                          <w:p w:rsidR="005D6DCF" w:rsidRDefault="005D6DCF" w:rsidP="00995B5A">
                            <w:pPr>
                              <w:jc w:val="center"/>
                            </w:pPr>
                            <w:r>
                              <w:t>TBD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39" type="#_x0000_t79" style="position:absolute;margin-left:-231.5pt;margin-top:230.75pt;width:63.45pt;height:237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" adj=",,1227" fillcolor="#d99594" strokecolor="#943634" strokeweight="1pt">
                <v:fill color2="#f2dbdb" angle="135" focus="50%" type="gradient"/>
                <v:shadow on="t" color="#622423" opacity=".5" offset="1pt"/>
                <v:textbox>
                  <w:txbxContent>
                    <w:p w:rsidR="00AD5A7D" w:rsidRDefault="00AD5A7D" w:rsidP="00995B5A">
                      <w:pPr>
                        <w:jc w:val="center"/>
                      </w:pPr>
                    </w:p>
                    <w:p w:rsidR="00AD5A7D" w:rsidRDefault="00AD5A7D" w:rsidP="00995B5A">
                      <w:pPr>
                        <w:jc w:val="center"/>
                      </w:pPr>
                    </w:p>
                    <w:p w:rsidR="005D6DCF" w:rsidRDefault="005D6DCF" w:rsidP="00995B5A">
                      <w:pPr>
                        <w:jc w:val="center"/>
                      </w:pPr>
                      <w:r>
                        <w:t>Retreat</w:t>
                      </w:r>
                    </w:p>
                    <w:p w:rsidR="005D6DCF" w:rsidRDefault="005D6DCF" w:rsidP="00995B5A">
                      <w:pPr>
                        <w:jc w:val="center"/>
                      </w:pPr>
                      <w:r>
                        <w:t>TBD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9509AB2" wp14:editId="244BA889">
                <wp:simplePos x="0" y="0"/>
                <wp:positionH relativeFrom="column">
                  <wp:posOffset>-2383790</wp:posOffset>
                </wp:positionH>
                <wp:positionV relativeFrom="paragraph">
                  <wp:posOffset>2910840</wp:posOffset>
                </wp:positionV>
                <wp:extent cx="805815" cy="1026160"/>
                <wp:effectExtent l="0" t="19050" r="32385" b="59690"/>
                <wp:wrapTopAndBottom/>
                <wp:docPr id="8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5815" cy="1026160"/>
                        </a:xfrm>
                        <a:prstGeom prst="upArrowCallout">
                          <a:avLst>
                            <a:gd name="adj1" fmla="val 25000"/>
                            <a:gd name="adj2" fmla="val 25000"/>
                            <a:gd name="adj3" fmla="val 21224"/>
                            <a:gd name="adj4" fmla="val 66667"/>
                          </a:avLst>
                        </a:prstGeom>
                        <a:gradFill rotWithShape="0">
                          <a:gsLst>
                            <a:gs pos="0">
                              <a:srgbClr val="B2A1C7"/>
                            </a:gs>
                            <a:gs pos="50000">
                              <a:srgbClr val="E5DFEC"/>
                            </a:gs>
                            <a:gs pos="100000">
                              <a:srgbClr val="B2A1C7"/>
                            </a:gs>
                          </a:gsLst>
                          <a:lin ang="18900000" scaled="1"/>
                        </a:gradFill>
                        <a:ln w="12700" cmpd="sng" algn="ctr">
                          <a:solidFill>
                            <a:srgbClr val="5F497A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44500" w:rsidRDefault="00044500" w:rsidP="00044500">
                            <w:pPr>
                              <w:jc w:val="center"/>
                            </w:pPr>
                            <w:r>
                              <w:t>Status</w:t>
                            </w:r>
                          </w:p>
                          <w:p w:rsidR="00044500" w:rsidRDefault="00044500" w:rsidP="00044500">
                            <w:pPr>
                              <w:jc w:val="center"/>
                            </w:pPr>
                            <w:r>
                              <w:t>Retreat</w:t>
                            </w:r>
                          </w:p>
                          <w:p w:rsidR="00044500" w:rsidRDefault="00044500" w:rsidP="000445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40" type="#_x0000_t79" style="position:absolute;margin-left:-187.7pt;margin-top:229.2pt;width:63.45pt;height:80.8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" fillcolor="#b2a1c7" strokecolor="#5f497a" strokeweight="1pt">
                <v:fill color2="#e5dfec" angle="135" focus="50%" type="gradient"/>
                <v:shadow on="t" color="#3f3151" opacity=".5" offset="1pt"/>
                <v:textbox>
                  <w:txbxContent>
                    <w:p w:rsidR="00044500" w:rsidRDefault="00044500" w:rsidP="00044500">
                      <w:pPr>
                        <w:jc w:val="center"/>
                      </w:pPr>
                      <w:r>
                        <w:t>Status</w:t>
                      </w:r>
                    </w:p>
                    <w:p w:rsidR="00044500" w:rsidRDefault="00044500" w:rsidP="00044500">
                      <w:pPr>
                        <w:jc w:val="center"/>
                      </w:pPr>
                      <w:r>
                        <w:t>Retreat</w:t>
                      </w:r>
                    </w:p>
                    <w:p w:rsidR="00044500" w:rsidRDefault="00044500" w:rsidP="00044500">
                      <w:pPr>
                        <w:jc w:val="center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0461C5" w:rsidRPr="000461C5">
        <w:rPr>
          <w:i/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5DE2B109" wp14:editId="5CAE97EF">
                <wp:simplePos x="0" y="0"/>
                <wp:positionH relativeFrom="column">
                  <wp:posOffset>-4688205</wp:posOffset>
                </wp:positionH>
                <wp:positionV relativeFrom="paragraph">
                  <wp:posOffset>2893695</wp:posOffset>
                </wp:positionV>
                <wp:extent cx="805815" cy="1506855"/>
                <wp:effectExtent l="0" t="19050" r="32385" b="55245"/>
                <wp:wrapTopAndBottom/>
                <wp:docPr id="2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5815" cy="1506855"/>
                        </a:xfrm>
                        <a:prstGeom prst="upArrowCallout">
                          <a:avLst>
                            <a:gd name="adj1" fmla="val 25000"/>
                            <a:gd name="adj2" fmla="val 25000"/>
                            <a:gd name="adj3" fmla="val 21224"/>
                            <a:gd name="adj4" fmla="val 66667"/>
                          </a:avLst>
                        </a:prstGeom>
                        <a:gradFill rotWithShape="0">
                          <a:gsLst>
                            <a:gs pos="0">
                              <a:srgbClr val="D99594"/>
                            </a:gs>
                            <a:gs pos="50000">
                              <a:srgbClr val="F2DBDB"/>
                            </a:gs>
                            <a:gs pos="100000">
                              <a:srgbClr val="D99594"/>
                            </a:gs>
                          </a:gsLst>
                          <a:lin ang="18900000" scaled="1"/>
                        </a:gradFill>
                        <a:ln w="12700" cmpd="sng">
                          <a:solidFill>
                            <a:srgbClr val="943634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461C5" w:rsidRDefault="000461C5" w:rsidP="000461C5">
                            <w:pPr>
                              <w:spacing w:after="0"/>
                              <w:jc w:val="center"/>
                            </w:pPr>
                            <w:r>
                              <w:t>Planning Retreat</w:t>
                            </w:r>
                          </w:p>
                          <w:p w:rsidR="000461C5" w:rsidRDefault="000461C5" w:rsidP="000461C5">
                            <w:pPr>
                              <w:spacing w:after="0"/>
                              <w:jc w:val="center"/>
                            </w:pPr>
                            <w:proofErr w:type="gramStart"/>
                            <w:r>
                              <w:t>and</w:t>
                            </w:r>
                            <w:proofErr w:type="gramEnd"/>
                            <w:r>
                              <w:t xml:space="preserve"> </w:t>
                            </w:r>
                          </w:p>
                          <w:p w:rsidR="000461C5" w:rsidRPr="000461C5" w:rsidRDefault="000461C5" w:rsidP="000461C5">
                            <w:pPr>
                              <w:jc w:val="center"/>
                              <w:rPr>
                                <w:color w:val="4F6228" w:themeColor="accent3" w:themeShade="80"/>
                              </w:rPr>
                            </w:pPr>
                            <w:r w:rsidRPr="000461C5">
                              <w:rPr>
                                <w:color w:val="4F6228" w:themeColor="accent3" w:themeShade="80"/>
                              </w:rPr>
                              <w:t>Site Visit</w:t>
                            </w:r>
                          </w:p>
                          <w:p w:rsidR="000461C5" w:rsidRDefault="00DE7DE7" w:rsidP="000461C5">
                            <w:r>
                              <w:t xml:space="preserve"> </w:t>
                            </w:r>
                            <w:r w:rsidR="000461C5">
                              <w:t>Tumwater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79" style="position:absolute;margin-left:-369.15pt;margin-top:227.85pt;width:63.45pt;height:118.6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" adj=",,2452" fillcolor="#d99594" strokecolor="#943634" strokeweight="1pt">
                <v:fill color2="#f2dbdb" angle="135" focus="50%" type="gradient"/>
                <v:shadow on="t" color="#622423" opacity=".5" offset="1pt"/>
                <v:textbox>
                  <w:txbxContent>
                    <w:p w:rsidR="000461C5" w:rsidRDefault="000461C5" w:rsidP="000461C5">
                      <w:pPr>
                        <w:spacing w:after="0"/>
                        <w:jc w:val="center"/>
                      </w:pPr>
                      <w:r>
                        <w:t>Planning Retreat</w:t>
                      </w:r>
                    </w:p>
                    <w:p w:rsidR="000461C5" w:rsidRDefault="000461C5" w:rsidP="000461C5">
                      <w:pPr>
                        <w:spacing w:after="0"/>
                        <w:jc w:val="center"/>
                      </w:pPr>
                      <w:proofErr w:type="gramStart"/>
                      <w:r>
                        <w:t>and</w:t>
                      </w:r>
                      <w:proofErr w:type="gramEnd"/>
                      <w:r>
                        <w:t xml:space="preserve"> </w:t>
                      </w:r>
                    </w:p>
                    <w:p w:rsidR="000461C5" w:rsidRPr="000461C5" w:rsidRDefault="000461C5" w:rsidP="000461C5">
                      <w:pPr>
                        <w:jc w:val="center"/>
                        <w:rPr>
                          <w:color w:val="4F6228" w:themeColor="accent3" w:themeShade="80"/>
                        </w:rPr>
                      </w:pPr>
                      <w:r w:rsidRPr="000461C5">
                        <w:rPr>
                          <w:color w:val="4F6228" w:themeColor="accent3" w:themeShade="80"/>
                        </w:rPr>
                        <w:t>Site Visit</w:t>
                      </w:r>
                    </w:p>
                    <w:p w:rsidR="000461C5" w:rsidRDefault="00DE7DE7" w:rsidP="000461C5">
                      <w:r>
                        <w:t xml:space="preserve"> </w:t>
                      </w:r>
                      <w:r w:rsidR="000461C5">
                        <w:t>Tumwater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bookmarkEnd w:id="0"/>
    </w:p>
    <w:sectPr w:rsidR="007C73C5" w:rsidRPr="000461C5" w:rsidSect="002B2A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20160" w:h="12240" w:orient="landscape" w:code="5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433" w:rsidRDefault="002B6433" w:rsidP="002B6433">
      <w:pPr>
        <w:spacing w:after="0"/>
      </w:pPr>
      <w:r>
        <w:separator/>
      </w:r>
    </w:p>
  </w:endnote>
  <w:endnote w:type="continuationSeparator" w:id="0">
    <w:p w:rsidR="002B6433" w:rsidRDefault="002B6433" w:rsidP="002B64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06B" w:rsidRDefault="0092206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433" w:rsidRDefault="002B6433" w:rsidP="002B6433">
    <w:pPr>
      <w:pStyle w:val="Footer"/>
      <w:jc w:val="right"/>
    </w:pPr>
    <w:r>
      <w:t>1</w:t>
    </w:r>
    <w:r w:rsidR="0024568D">
      <w:t>127</w:t>
    </w:r>
    <w:r>
      <w:t>13/nl</w:t>
    </w:r>
  </w:p>
  <w:p w:rsidR="002B6433" w:rsidRDefault="002B64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06B" w:rsidRDefault="009220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433" w:rsidRDefault="002B6433" w:rsidP="002B6433">
      <w:pPr>
        <w:spacing w:after="0"/>
      </w:pPr>
      <w:r>
        <w:separator/>
      </w:r>
    </w:p>
  </w:footnote>
  <w:footnote w:type="continuationSeparator" w:id="0">
    <w:p w:rsidR="002B6433" w:rsidRDefault="002B6433" w:rsidP="002B643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06B" w:rsidRDefault="0092206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3884212"/>
      <w:docPartObj>
        <w:docPartGallery w:val="Watermarks"/>
        <w:docPartUnique/>
      </w:docPartObj>
    </w:sdtPr>
    <w:sdtEndPr/>
    <w:sdtContent>
      <w:p w:rsidR="0092206B" w:rsidRDefault="00DE7DE7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06B" w:rsidRDefault="009220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D56EE"/>
    <w:multiLevelType w:val="hybridMultilevel"/>
    <w:tmpl w:val="811693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enu v:ext="edit" strokecolor="none [2415]" shadowcolor="none" extrusioncolor="#ffc00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DCF"/>
    <w:rsid w:val="00044500"/>
    <w:rsid w:val="000461C5"/>
    <w:rsid w:val="000D3960"/>
    <w:rsid w:val="001411D0"/>
    <w:rsid w:val="00171539"/>
    <w:rsid w:val="00200BBD"/>
    <w:rsid w:val="0024568D"/>
    <w:rsid w:val="00267C26"/>
    <w:rsid w:val="00270518"/>
    <w:rsid w:val="002B2A4B"/>
    <w:rsid w:val="002B6433"/>
    <w:rsid w:val="0041200C"/>
    <w:rsid w:val="00451D96"/>
    <w:rsid w:val="00516DA0"/>
    <w:rsid w:val="005214DA"/>
    <w:rsid w:val="005D6DCF"/>
    <w:rsid w:val="00601C16"/>
    <w:rsid w:val="006A3F68"/>
    <w:rsid w:val="006D3F1D"/>
    <w:rsid w:val="007C73C5"/>
    <w:rsid w:val="0087464E"/>
    <w:rsid w:val="0092206B"/>
    <w:rsid w:val="00995B5A"/>
    <w:rsid w:val="00A038C9"/>
    <w:rsid w:val="00A21F1A"/>
    <w:rsid w:val="00AB68FB"/>
    <w:rsid w:val="00AD5A7D"/>
    <w:rsid w:val="00CB49BD"/>
    <w:rsid w:val="00DE7DE7"/>
    <w:rsid w:val="00E8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 [2415]" shadowcolor="none" extrusioncolor="#ffc0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D96"/>
    <w:pPr>
      <w:spacing w:after="12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  <w:sz w:val="72"/>
    </w:rPr>
  </w:style>
  <w:style w:type="paragraph" w:styleId="BalloonText">
    <w:name w:val="Balloon Text"/>
    <w:basedOn w:val="Normal"/>
    <w:semiHidden/>
    <w:rsid w:val="0087464E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semiHidden/>
    <w:unhideWhenUsed/>
    <w:rsid w:val="005D6DC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4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6433"/>
  </w:style>
  <w:style w:type="paragraph" w:styleId="Footer">
    <w:name w:val="footer"/>
    <w:basedOn w:val="Normal"/>
    <w:link w:val="FooterChar"/>
    <w:uiPriority w:val="99"/>
    <w:unhideWhenUsed/>
    <w:rsid w:val="002B64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64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D96"/>
    <w:pPr>
      <w:spacing w:after="12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  <w:sz w:val="72"/>
    </w:rPr>
  </w:style>
  <w:style w:type="paragraph" w:styleId="BalloonText">
    <w:name w:val="Balloon Text"/>
    <w:basedOn w:val="Normal"/>
    <w:semiHidden/>
    <w:rsid w:val="0087464E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semiHidden/>
    <w:unhideWhenUsed/>
    <w:rsid w:val="005D6DC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4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6433"/>
  </w:style>
  <w:style w:type="paragraph" w:styleId="Footer">
    <w:name w:val="footer"/>
    <w:basedOn w:val="Normal"/>
    <w:link w:val="FooterChar"/>
    <w:uiPriority w:val="99"/>
    <w:unhideWhenUsed/>
    <w:rsid w:val="002B64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6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reenl\AppData\Roaming\Microsoft\Templates\Timelin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E82D142-6A56-4CB2-A41F-F222F6F35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Timeline</Template>
  <TotalTime>11</TotalTime>
  <Pages>1</Pages>
  <Words>0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Noreen Light</dc:creator>
  <cp:lastModifiedBy>Messerly, Anne (WSAC)</cp:lastModifiedBy>
  <cp:revision>3</cp:revision>
  <cp:lastPrinted>2013-12-03T22:48:00Z</cp:lastPrinted>
  <dcterms:created xsi:type="dcterms:W3CDTF">2013-12-12T18:15:00Z</dcterms:created>
  <dcterms:modified xsi:type="dcterms:W3CDTF">2013-12-12T18:28:00Z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TC010162651033</vt:lpwstr>
  </property>
</Properties>
</file>